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15B" w:rsidRPr="009A6CED" w:rsidRDefault="00A9115B" w:rsidP="003236C3">
      <w:pPr>
        <w:pStyle w:val="Title"/>
        <w:ind w:left="-120"/>
        <w:rPr>
          <w:color w:val="003366"/>
          <w:sz w:val="28"/>
          <w:szCs w:val="28"/>
        </w:rPr>
      </w:pPr>
      <w:r w:rsidRPr="009A6CED">
        <w:rPr>
          <w:color w:val="003366"/>
          <w:sz w:val="28"/>
          <w:szCs w:val="28"/>
        </w:rPr>
        <w:t xml:space="preserve">ПОЯСНЮВАЛЬНА ЗАПИСКА до проекту рішення  </w:t>
      </w:r>
    </w:p>
    <w:p w:rsidR="00A9115B" w:rsidRPr="009A6CED" w:rsidRDefault="00A9115B" w:rsidP="003236C3">
      <w:pPr>
        <w:pStyle w:val="BodyText"/>
        <w:rPr>
          <w:color w:val="003366"/>
          <w:sz w:val="28"/>
          <w:szCs w:val="28"/>
        </w:rPr>
      </w:pPr>
      <w:r w:rsidRPr="009A6CED">
        <w:rPr>
          <w:color w:val="003366"/>
          <w:sz w:val="28"/>
          <w:szCs w:val="28"/>
        </w:rPr>
        <w:t>«Про внесення змін до бюджету міста на 2017 рік»</w:t>
      </w:r>
    </w:p>
    <w:p w:rsidR="00A9115B" w:rsidRPr="00507EF1" w:rsidRDefault="00A9115B" w:rsidP="003236C3">
      <w:pPr>
        <w:pStyle w:val="BodyTextIndent"/>
        <w:ind w:firstLine="0"/>
        <w:jc w:val="center"/>
        <w:rPr>
          <w:b/>
          <w:bCs/>
          <w:i/>
          <w:iCs/>
          <w:color w:val="003366"/>
          <w:sz w:val="16"/>
          <w:szCs w:val="16"/>
        </w:rPr>
      </w:pPr>
    </w:p>
    <w:p w:rsidR="00A9115B" w:rsidRPr="009A6CED" w:rsidRDefault="00A9115B" w:rsidP="003236C3">
      <w:pPr>
        <w:pStyle w:val="BodyTextIndent"/>
        <w:ind w:firstLine="0"/>
        <w:jc w:val="center"/>
        <w:rPr>
          <w:b/>
          <w:bCs/>
          <w:i/>
          <w:iCs/>
          <w:color w:val="003366"/>
          <w:sz w:val="28"/>
          <w:szCs w:val="28"/>
        </w:rPr>
      </w:pPr>
      <w:r w:rsidRPr="009A6CED">
        <w:rPr>
          <w:b/>
          <w:bCs/>
          <w:i/>
          <w:iCs/>
          <w:color w:val="003366"/>
          <w:sz w:val="28"/>
          <w:szCs w:val="28"/>
        </w:rPr>
        <w:t>І. Обґрунтування необхідності прийняття змін до бюджету міста</w:t>
      </w:r>
    </w:p>
    <w:p w:rsidR="00A9115B" w:rsidRPr="009A6CED" w:rsidRDefault="00A9115B" w:rsidP="003236C3">
      <w:pPr>
        <w:pStyle w:val="BodyTextIndent"/>
        <w:ind w:firstLine="539"/>
        <w:rPr>
          <w:sz w:val="28"/>
          <w:szCs w:val="28"/>
        </w:rPr>
      </w:pPr>
      <w:r w:rsidRPr="009A6CED">
        <w:rPr>
          <w:sz w:val="28"/>
          <w:szCs w:val="28"/>
        </w:rPr>
        <w:t>Проект рішення розроблений з метою збільшення обсягу співфінансування з бюджету міста для одержання коштів державного фонду регіонального розвитку на будівництво водопроводу (мережі водопостачання (об’єкта цивільного призначення: водозабезпечення) у садибній забудові міста Нетішина Хмельницької області та вирішення окремих проблемних питань.</w:t>
      </w:r>
    </w:p>
    <w:p w:rsidR="00A9115B" w:rsidRPr="00507EF1" w:rsidRDefault="00A9115B" w:rsidP="003236C3">
      <w:pPr>
        <w:pStyle w:val="BodyTextIndent"/>
        <w:ind w:firstLine="539"/>
        <w:rPr>
          <w:b/>
          <w:bCs/>
          <w:i/>
          <w:iCs/>
          <w:sz w:val="16"/>
          <w:szCs w:val="16"/>
        </w:rPr>
      </w:pPr>
    </w:p>
    <w:p w:rsidR="00A9115B" w:rsidRPr="009A6CED" w:rsidRDefault="00A9115B" w:rsidP="003236C3">
      <w:pPr>
        <w:pStyle w:val="BodyTextIndent"/>
        <w:ind w:firstLine="0"/>
        <w:jc w:val="center"/>
        <w:rPr>
          <w:b/>
          <w:bCs/>
          <w:i/>
          <w:iCs/>
          <w:color w:val="003366"/>
          <w:sz w:val="28"/>
          <w:szCs w:val="28"/>
        </w:rPr>
      </w:pPr>
      <w:r w:rsidRPr="009A6CED">
        <w:rPr>
          <w:b/>
          <w:bCs/>
          <w:i/>
          <w:iCs/>
          <w:color w:val="003366"/>
          <w:sz w:val="28"/>
          <w:szCs w:val="28"/>
        </w:rPr>
        <w:t>ІІ. Стан нормативно-правової бази у даній сфері правового регулювання</w:t>
      </w:r>
    </w:p>
    <w:p w:rsidR="00A9115B" w:rsidRPr="00507EF1" w:rsidRDefault="00A9115B" w:rsidP="003236C3">
      <w:pPr>
        <w:pStyle w:val="BodyTextIndent"/>
        <w:ind w:firstLine="0"/>
        <w:jc w:val="center"/>
        <w:rPr>
          <w:b/>
          <w:bCs/>
          <w:i/>
          <w:iCs/>
          <w:color w:val="003366"/>
          <w:sz w:val="16"/>
          <w:szCs w:val="16"/>
        </w:rPr>
      </w:pPr>
    </w:p>
    <w:p w:rsidR="00A9115B" w:rsidRPr="009A6CED" w:rsidRDefault="00A9115B" w:rsidP="003236C3">
      <w:pPr>
        <w:pStyle w:val="BodyTextIndent"/>
        <w:ind w:firstLine="708"/>
        <w:rPr>
          <w:color w:val="FF0000"/>
          <w:sz w:val="28"/>
          <w:szCs w:val="28"/>
        </w:rPr>
      </w:pPr>
      <w:r w:rsidRPr="009A6CED">
        <w:rPr>
          <w:sz w:val="28"/>
          <w:szCs w:val="28"/>
        </w:rPr>
        <w:t>Бюджетний кодекс України, закони України «Про Державний бюджет України на 2017 рік» (із змінами), «Про місцеве самоврядування в Україні», постанова Кабінету Міністрів України від 18.03.2015 № 196 «Деякі питання державного фонду регіонального розвитку», із змінами, лист обласної державної адміністрації від 14.06.2017 № 76/38-14-2533/2017, висновки постійної комісії міської ради з питань бюджету, фінансів, податкової та тарифної політики від 15.06.2017 № ___</w:t>
      </w:r>
    </w:p>
    <w:p w:rsidR="00A9115B" w:rsidRPr="00507EF1" w:rsidRDefault="00A9115B" w:rsidP="003236C3">
      <w:pPr>
        <w:pStyle w:val="BodyTextIndent"/>
        <w:ind w:firstLine="539"/>
        <w:jc w:val="center"/>
        <w:rPr>
          <w:b/>
          <w:bCs/>
          <w:i/>
          <w:iCs/>
          <w:color w:val="003366"/>
          <w:sz w:val="16"/>
          <w:szCs w:val="16"/>
        </w:rPr>
      </w:pPr>
    </w:p>
    <w:p w:rsidR="00A9115B" w:rsidRPr="009A6CED" w:rsidRDefault="00A9115B" w:rsidP="003236C3">
      <w:pPr>
        <w:pStyle w:val="BodyTextIndent"/>
        <w:ind w:firstLine="539"/>
        <w:jc w:val="center"/>
        <w:rPr>
          <w:b/>
          <w:bCs/>
          <w:i/>
          <w:iCs/>
          <w:color w:val="003366"/>
          <w:sz w:val="28"/>
          <w:szCs w:val="28"/>
        </w:rPr>
      </w:pPr>
      <w:r w:rsidRPr="009A6CED">
        <w:rPr>
          <w:b/>
          <w:bCs/>
          <w:i/>
          <w:iCs/>
          <w:color w:val="003366"/>
          <w:sz w:val="28"/>
          <w:szCs w:val="28"/>
        </w:rPr>
        <w:t>ІІІ. Фінансово-економічне обґрунтування</w:t>
      </w:r>
    </w:p>
    <w:p w:rsidR="00A9115B" w:rsidRPr="00507EF1" w:rsidRDefault="00A9115B" w:rsidP="003236C3">
      <w:pPr>
        <w:pStyle w:val="BodyTextIndent"/>
        <w:ind w:firstLine="539"/>
        <w:jc w:val="center"/>
        <w:rPr>
          <w:b/>
          <w:bCs/>
          <w:i/>
          <w:iCs/>
          <w:color w:val="003366"/>
          <w:sz w:val="16"/>
          <w:szCs w:val="16"/>
        </w:rPr>
      </w:pPr>
    </w:p>
    <w:p w:rsidR="00A9115B" w:rsidRPr="009A6CED" w:rsidRDefault="00A9115B" w:rsidP="00A955F1">
      <w:pPr>
        <w:pStyle w:val="BodyTextIndent"/>
        <w:spacing w:after="120"/>
        <w:ind w:firstLine="708"/>
        <w:rPr>
          <w:i/>
          <w:sz w:val="28"/>
          <w:szCs w:val="28"/>
        </w:rPr>
      </w:pPr>
      <w:r w:rsidRPr="009A6CED">
        <w:rPr>
          <w:sz w:val="28"/>
          <w:szCs w:val="28"/>
        </w:rPr>
        <w:t>З метою одержання коштів державного фонду регіонального розвитку на будівництво водопроводу (мережі водопостачання (об’єкта цивільного призначення: водозабезпечення) у садибній забудові міста Нетішина Хмельницької області, на вимогу регіональної комісії з оцінки та попереднього конкурсного відбору інвестиційних програм і проектів пропонується збільшити обсяг співфінансування з бюджету міста на 964,8 тис.грн. за рахунок залишку коштів спеціального фонду (бюджет розвитку), що утворився на 01.01.2017</w:t>
      </w:r>
      <w:r w:rsidRPr="009A6CED">
        <w:rPr>
          <w:i/>
          <w:sz w:val="28"/>
          <w:szCs w:val="28"/>
        </w:rPr>
        <w:t xml:space="preserve"> (висновок постійної комісії міської ради з питань бюджету, фінансів, податкової та тарифної політики від </w:t>
      </w:r>
      <w:r>
        <w:rPr>
          <w:i/>
          <w:sz w:val="28"/>
          <w:szCs w:val="28"/>
        </w:rPr>
        <w:t xml:space="preserve">     </w:t>
      </w:r>
      <w:r w:rsidRPr="009A6CED">
        <w:rPr>
          <w:i/>
          <w:sz w:val="28"/>
          <w:szCs w:val="28"/>
        </w:rPr>
        <w:t>15.06.2017 № ___).</w:t>
      </w:r>
    </w:p>
    <w:p w:rsidR="00A9115B" w:rsidRPr="009A6CED" w:rsidRDefault="00A9115B" w:rsidP="00A955F1">
      <w:pPr>
        <w:pStyle w:val="BodyTextIndent"/>
        <w:spacing w:after="120"/>
        <w:ind w:firstLine="708"/>
        <w:rPr>
          <w:i/>
          <w:sz w:val="28"/>
          <w:szCs w:val="28"/>
        </w:rPr>
      </w:pPr>
      <w:r w:rsidRPr="009A6CED">
        <w:rPr>
          <w:sz w:val="28"/>
          <w:szCs w:val="28"/>
        </w:rPr>
        <w:t xml:space="preserve">У 2017 році у разі відбору інвестиційного проект на будівництво водопроводу буде спрямовано 4091,0 тис.грн., у тому числі кошти державного фонду регіонального розвитку – 2680,0 тис.грн., бюджету міста – 1411,0 тис.грн. </w:t>
      </w:r>
    </w:p>
    <w:p w:rsidR="00A9115B" w:rsidRPr="009A6CED" w:rsidRDefault="00A9115B" w:rsidP="00A955F1">
      <w:pPr>
        <w:pStyle w:val="BodyTextIndent"/>
        <w:spacing w:after="120"/>
        <w:ind w:firstLine="708"/>
        <w:rPr>
          <w:i/>
          <w:sz w:val="28"/>
          <w:szCs w:val="28"/>
        </w:rPr>
      </w:pPr>
      <w:r w:rsidRPr="009A6CED">
        <w:rPr>
          <w:sz w:val="28"/>
          <w:szCs w:val="28"/>
        </w:rPr>
        <w:t xml:space="preserve">З метою реалізації громадського бюджету, зокрема, проекту: «2017 - Рік людей з обмеженими фізичними можливостями в м.Нетішин пам"яті Надії Сівак» пропонується направити зарезервовані кошти бюджету міста у сумі 389,7 грн. на придбання та влаштування дитячого майданчика </w:t>
      </w:r>
      <w:r w:rsidRPr="009A6CED">
        <w:rPr>
          <w:i/>
          <w:sz w:val="28"/>
          <w:szCs w:val="28"/>
        </w:rPr>
        <w:t xml:space="preserve">(висновок постійної комісії міської ради з питань бюджету, фінансів, податкової та тарифної політики від </w:t>
      </w:r>
      <w:r>
        <w:rPr>
          <w:i/>
          <w:sz w:val="28"/>
          <w:szCs w:val="28"/>
        </w:rPr>
        <w:t xml:space="preserve">    </w:t>
      </w:r>
      <w:r w:rsidRPr="009A6CED">
        <w:rPr>
          <w:i/>
          <w:sz w:val="28"/>
          <w:szCs w:val="28"/>
        </w:rPr>
        <w:t>15.06.2017 № ___).</w:t>
      </w:r>
    </w:p>
    <w:p w:rsidR="00A9115B" w:rsidRPr="009A6CED" w:rsidRDefault="00A9115B" w:rsidP="00A955F1">
      <w:pPr>
        <w:pStyle w:val="BodyTextIndent"/>
        <w:spacing w:after="120"/>
        <w:ind w:firstLine="708"/>
        <w:rPr>
          <w:i/>
          <w:sz w:val="28"/>
          <w:szCs w:val="28"/>
        </w:rPr>
      </w:pPr>
      <w:r w:rsidRPr="009A6CED">
        <w:rPr>
          <w:sz w:val="28"/>
          <w:szCs w:val="28"/>
        </w:rPr>
        <w:t xml:space="preserve">Відповідно до рішення двадцять шостої сесії Нетішинської міської ради </w:t>
      </w:r>
      <w:r w:rsidRPr="009A6CED">
        <w:rPr>
          <w:sz w:val="28"/>
          <w:szCs w:val="28"/>
          <w:lang w:val="en-US"/>
        </w:rPr>
        <w:t>V</w:t>
      </w:r>
      <w:r w:rsidRPr="009A6CED">
        <w:rPr>
          <w:sz w:val="28"/>
          <w:szCs w:val="28"/>
        </w:rPr>
        <w:t xml:space="preserve">ІІ скликання від 28.04.2017 № 26/1432 «Про перелік об’єктів, які фінансуються у </w:t>
      </w:r>
      <w:r>
        <w:rPr>
          <w:sz w:val="28"/>
          <w:szCs w:val="28"/>
        </w:rPr>
        <w:t xml:space="preserve">            </w:t>
      </w:r>
      <w:r w:rsidRPr="009A6CED">
        <w:rPr>
          <w:sz w:val="28"/>
          <w:szCs w:val="28"/>
        </w:rPr>
        <w:t>2017 році за рахунок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та запиту головного розпорядника коштів бюджету міста пропонується спрямувати кошти у сумі 131,5 тис.грн. на капітальний ремонт будівлі (заміна вікон і дверей на металопластикові, лінолеуму, світильників) дошкільного навчального закладу (ясла-садок) № 7 «Оленка» по вул.Шевченка, 12 в м.Нетішин Хмельницької обл. за рахунок залишку коштів спеціального фонду (бюджет розвитку), що утворився на 01.01.2017</w:t>
      </w:r>
      <w:r w:rsidRPr="009A6CED">
        <w:rPr>
          <w:i/>
          <w:sz w:val="28"/>
          <w:szCs w:val="28"/>
        </w:rPr>
        <w:t xml:space="preserve"> (висновок постійної комісії міської ради з питань бюджету, фінансів, податкової та тарифної політики від 15.06.2017 № ___).</w:t>
      </w:r>
    </w:p>
    <w:p w:rsidR="00A9115B" w:rsidRPr="009A6CED" w:rsidRDefault="00A9115B" w:rsidP="00A955F1">
      <w:pPr>
        <w:pStyle w:val="BodyTextIndent"/>
        <w:spacing w:after="120"/>
        <w:ind w:firstLine="708"/>
        <w:rPr>
          <w:i/>
          <w:sz w:val="28"/>
          <w:szCs w:val="28"/>
        </w:rPr>
      </w:pPr>
      <w:r w:rsidRPr="009A6CED">
        <w:rPr>
          <w:sz w:val="28"/>
          <w:szCs w:val="28"/>
        </w:rPr>
        <w:t xml:space="preserve">Згідно з запитом головного розпорядника коштів бюджету міста та КП НМР «Благоустрій» для придбання матеріалів та оплату послуг з виготовлення конструктивних елементів сцени з метою розташування у парковій зоні, пропонується передбачити кошти у сумі                 478,1 тис.грн., зменшивши обсяг резервного фонду (при умові внесення змін до міської програми) </w:t>
      </w:r>
      <w:r w:rsidRPr="009A6CED">
        <w:rPr>
          <w:i/>
          <w:sz w:val="28"/>
          <w:szCs w:val="28"/>
        </w:rPr>
        <w:t>(висновок постійної комісії міської ради з питань бюджету, фінансів, податкової та тарифної політики від 15.06.2017 № ___).</w:t>
      </w:r>
    </w:p>
    <w:p w:rsidR="00A9115B" w:rsidRPr="009A6CED" w:rsidRDefault="00A9115B" w:rsidP="00A955F1">
      <w:pPr>
        <w:pStyle w:val="BodyTextIndent"/>
        <w:spacing w:after="120"/>
        <w:ind w:firstLine="708"/>
        <w:rPr>
          <w:i/>
          <w:sz w:val="28"/>
          <w:szCs w:val="28"/>
        </w:rPr>
      </w:pPr>
      <w:r w:rsidRPr="009A6CED">
        <w:rPr>
          <w:sz w:val="28"/>
          <w:szCs w:val="28"/>
        </w:rPr>
        <w:t xml:space="preserve">Відповідно до постанови Кабінету Міністрів України від 24.05.2017 № 353 «Про внесення змін до 09.03.2006 року № 268 та визнання такими, що втратили чинність, деяких постанов Кабінету Міністрів України» та запиту управління культури виконавчого комітету міської ради пропонується збільшити бюджетні призначення по КПК 2410180 на 190,7 тис.грн., зменшивши по головному розпоряднику виконавчий комітет міської ради КПК 0310170 </w:t>
      </w:r>
      <w:r w:rsidRPr="009A6CED">
        <w:rPr>
          <w:i/>
          <w:sz w:val="28"/>
          <w:szCs w:val="28"/>
        </w:rPr>
        <w:t>(висновок постійної комісії міської ради з питань бюджету, фінансів, податкової та тарифної політики від 15.06.2017 № ___).</w:t>
      </w:r>
    </w:p>
    <w:p w:rsidR="00A9115B" w:rsidRPr="009A6CED" w:rsidRDefault="00A9115B" w:rsidP="00A955F1">
      <w:pPr>
        <w:pStyle w:val="BodyTextIndent"/>
        <w:spacing w:after="120"/>
        <w:ind w:firstLine="708"/>
        <w:rPr>
          <w:i/>
          <w:sz w:val="28"/>
          <w:szCs w:val="28"/>
        </w:rPr>
      </w:pPr>
      <w:r w:rsidRPr="009A6CED">
        <w:rPr>
          <w:sz w:val="28"/>
          <w:szCs w:val="28"/>
        </w:rPr>
        <w:t xml:space="preserve">Згідно з запитом управління освіти виконавчого комітету міської ради пропонується збільшити бюджетні призначення по спеціальному фонду </w:t>
      </w:r>
      <w:r>
        <w:rPr>
          <w:sz w:val="28"/>
          <w:szCs w:val="28"/>
        </w:rPr>
        <w:t xml:space="preserve">                       </w:t>
      </w:r>
      <w:r w:rsidRPr="009A6CED">
        <w:rPr>
          <w:sz w:val="28"/>
          <w:szCs w:val="28"/>
        </w:rPr>
        <w:t xml:space="preserve">КПК 1011170 на 31,2 тис.грн. та КПК 1011190  на 2,8 тис.грн., зменшивши на відповідні суми бюджетні призначення по загальному фонду </w:t>
      </w:r>
      <w:r w:rsidRPr="009A6CED">
        <w:rPr>
          <w:i/>
          <w:sz w:val="28"/>
          <w:szCs w:val="28"/>
        </w:rPr>
        <w:t>(висновок постійної комісії міської ради з питань бюджету, фінансів, податкової та тарифної політики від 15.06.2017 № ___).</w:t>
      </w:r>
    </w:p>
    <w:p w:rsidR="00A9115B" w:rsidRPr="009A6CED" w:rsidRDefault="00A9115B" w:rsidP="00A955F1">
      <w:pPr>
        <w:pStyle w:val="BodyTextIndent"/>
        <w:spacing w:after="120"/>
        <w:ind w:firstLine="708"/>
        <w:rPr>
          <w:i/>
          <w:sz w:val="28"/>
          <w:szCs w:val="28"/>
        </w:rPr>
      </w:pPr>
      <w:r w:rsidRPr="009A6CED">
        <w:rPr>
          <w:sz w:val="28"/>
          <w:szCs w:val="28"/>
        </w:rPr>
        <w:t>Відповідно до запиту виконавчого комітету міської ради пропонується збільшити бюджетні призначення по спеціальному фонду на 73,3 тис.грн. на придбання фл</w:t>
      </w:r>
      <w:r>
        <w:rPr>
          <w:sz w:val="28"/>
          <w:szCs w:val="28"/>
        </w:rPr>
        <w:t>акш</w:t>
      </w:r>
      <w:r w:rsidRPr="009A6CED">
        <w:rPr>
          <w:sz w:val="28"/>
          <w:szCs w:val="28"/>
        </w:rPr>
        <w:t>токів (при умові внесення змін до міської програми) за рахунок залишку коштів спеціального фонду (бюджет розвитку), що утворився на 01.01.2017</w:t>
      </w:r>
      <w:r w:rsidRPr="009A6CED">
        <w:rPr>
          <w:i/>
          <w:sz w:val="28"/>
          <w:szCs w:val="28"/>
        </w:rPr>
        <w:t xml:space="preserve"> (висновок постійної комісії міської ради з питань бюджету, фінансів, податкової та тарифної політики від 15.06.2017 № ___).</w:t>
      </w:r>
    </w:p>
    <w:p w:rsidR="00A9115B" w:rsidRPr="009A6CED" w:rsidRDefault="00A9115B" w:rsidP="00A955F1">
      <w:pPr>
        <w:pStyle w:val="BodyTextIndent"/>
        <w:spacing w:after="120"/>
        <w:ind w:firstLine="709"/>
        <w:rPr>
          <w:sz w:val="28"/>
          <w:szCs w:val="28"/>
        </w:rPr>
      </w:pPr>
      <w:r w:rsidRPr="009A6CED">
        <w:rPr>
          <w:sz w:val="28"/>
          <w:szCs w:val="28"/>
        </w:rPr>
        <w:t>Окрім того, враховуючи фактичні надходження коштів до бюджету міста та на період проведення тендерних закупівель, тощо, пропонується додатково розташувати тимчасово вільні кошти бюджету міста на вкладних (депозитних) рахунках у банках (державних) у сумі 5000,0 тис.грн.</w:t>
      </w:r>
    </w:p>
    <w:p w:rsidR="00A9115B" w:rsidRPr="009A6CED" w:rsidRDefault="00A9115B" w:rsidP="003236C3">
      <w:pPr>
        <w:pStyle w:val="BodyTextIndent"/>
        <w:ind w:firstLine="0"/>
        <w:jc w:val="left"/>
        <w:rPr>
          <w:sz w:val="28"/>
          <w:szCs w:val="28"/>
        </w:rPr>
      </w:pPr>
    </w:p>
    <w:p w:rsidR="00A9115B" w:rsidRPr="009A6CED" w:rsidRDefault="00A9115B" w:rsidP="003236C3">
      <w:pPr>
        <w:pStyle w:val="BodyTextIndent"/>
        <w:ind w:firstLine="0"/>
        <w:jc w:val="left"/>
        <w:rPr>
          <w:sz w:val="28"/>
          <w:szCs w:val="28"/>
        </w:rPr>
      </w:pPr>
      <w:r w:rsidRPr="009A6CED">
        <w:rPr>
          <w:sz w:val="28"/>
          <w:szCs w:val="28"/>
        </w:rPr>
        <w:t>Начальник</w:t>
      </w:r>
    </w:p>
    <w:p w:rsidR="00A9115B" w:rsidRPr="009A6CED" w:rsidRDefault="00A9115B" w:rsidP="008E16BB">
      <w:pPr>
        <w:pStyle w:val="BodyTextIndent"/>
        <w:ind w:firstLine="0"/>
        <w:jc w:val="left"/>
        <w:rPr>
          <w:sz w:val="28"/>
          <w:szCs w:val="28"/>
        </w:rPr>
      </w:pPr>
      <w:r w:rsidRPr="009A6CED">
        <w:rPr>
          <w:sz w:val="28"/>
          <w:szCs w:val="28"/>
        </w:rPr>
        <w:t xml:space="preserve">фінансового управління      </w:t>
      </w:r>
      <w:r w:rsidRPr="009A6CED">
        <w:rPr>
          <w:sz w:val="28"/>
          <w:szCs w:val="28"/>
        </w:rPr>
        <w:tab/>
        <w:t xml:space="preserve">                                     </w:t>
      </w:r>
      <w:r>
        <w:rPr>
          <w:sz w:val="28"/>
          <w:szCs w:val="28"/>
        </w:rPr>
        <w:tab/>
      </w:r>
      <w:r>
        <w:rPr>
          <w:sz w:val="28"/>
          <w:szCs w:val="28"/>
        </w:rPr>
        <w:tab/>
      </w:r>
      <w:r>
        <w:rPr>
          <w:sz w:val="28"/>
          <w:szCs w:val="28"/>
        </w:rPr>
        <w:tab/>
      </w:r>
      <w:r w:rsidRPr="009A6CED">
        <w:rPr>
          <w:sz w:val="28"/>
          <w:szCs w:val="28"/>
        </w:rPr>
        <w:t xml:space="preserve">       В.Кравчук</w:t>
      </w:r>
    </w:p>
    <w:sectPr w:rsidR="00A9115B" w:rsidRPr="009A6CED" w:rsidSect="00507EF1">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35AFF"/>
    <w:multiLevelType w:val="hybridMultilevel"/>
    <w:tmpl w:val="F01AAE40"/>
    <w:lvl w:ilvl="0" w:tplc="7B64332E">
      <w:start w:val="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F3D115B"/>
    <w:multiLevelType w:val="hybridMultilevel"/>
    <w:tmpl w:val="B164EA04"/>
    <w:lvl w:ilvl="0" w:tplc="A7A60B88">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36C3"/>
    <w:rsid w:val="00010761"/>
    <w:rsid w:val="00043C07"/>
    <w:rsid w:val="000567AF"/>
    <w:rsid w:val="00065286"/>
    <w:rsid w:val="000A3538"/>
    <w:rsid w:val="000C1C12"/>
    <w:rsid w:val="000C6B42"/>
    <w:rsid w:val="000F53D5"/>
    <w:rsid w:val="001069CF"/>
    <w:rsid w:val="0012092B"/>
    <w:rsid w:val="00132E76"/>
    <w:rsid w:val="00176CD0"/>
    <w:rsid w:val="001924D5"/>
    <w:rsid w:val="0019273E"/>
    <w:rsid w:val="001C2C72"/>
    <w:rsid w:val="001D03B3"/>
    <w:rsid w:val="001E041D"/>
    <w:rsid w:val="001E325D"/>
    <w:rsid w:val="00205BA8"/>
    <w:rsid w:val="00222DCC"/>
    <w:rsid w:val="0024302C"/>
    <w:rsid w:val="00245C25"/>
    <w:rsid w:val="002B5D9C"/>
    <w:rsid w:val="002F0C8D"/>
    <w:rsid w:val="00317B9C"/>
    <w:rsid w:val="003236C3"/>
    <w:rsid w:val="003273AB"/>
    <w:rsid w:val="00346109"/>
    <w:rsid w:val="00360501"/>
    <w:rsid w:val="00360A7F"/>
    <w:rsid w:val="0038760A"/>
    <w:rsid w:val="00396F9E"/>
    <w:rsid w:val="003A1B0B"/>
    <w:rsid w:val="003C64AA"/>
    <w:rsid w:val="003D4B3C"/>
    <w:rsid w:val="003F683C"/>
    <w:rsid w:val="00406120"/>
    <w:rsid w:val="00454646"/>
    <w:rsid w:val="00465939"/>
    <w:rsid w:val="00485341"/>
    <w:rsid w:val="004B0041"/>
    <w:rsid w:val="004D0CD0"/>
    <w:rsid w:val="004D1360"/>
    <w:rsid w:val="004D747C"/>
    <w:rsid w:val="00507EF1"/>
    <w:rsid w:val="005217C6"/>
    <w:rsid w:val="005727A0"/>
    <w:rsid w:val="00580B27"/>
    <w:rsid w:val="00584B48"/>
    <w:rsid w:val="00594AB3"/>
    <w:rsid w:val="005954B7"/>
    <w:rsid w:val="005A1230"/>
    <w:rsid w:val="005A5E7D"/>
    <w:rsid w:val="005E21EA"/>
    <w:rsid w:val="00605C5A"/>
    <w:rsid w:val="00641411"/>
    <w:rsid w:val="006623CF"/>
    <w:rsid w:val="006723F9"/>
    <w:rsid w:val="006922D9"/>
    <w:rsid w:val="006A38B4"/>
    <w:rsid w:val="006D2CD5"/>
    <w:rsid w:val="006D2D8D"/>
    <w:rsid w:val="006D5FD2"/>
    <w:rsid w:val="006F5888"/>
    <w:rsid w:val="00716F01"/>
    <w:rsid w:val="00721ED9"/>
    <w:rsid w:val="007327D8"/>
    <w:rsid w:val="00744685"/>
    <w:rsid w:val="00747771"/>
    <w:rsid w:val="00756A87"/>
    <w:rsid w:val="0076372C"/>
    <w:rsid w:val="00770D24"/>
    <w:rsid w:val="00772EC9"/>
    <w:rsid w:val="007745B7"/>
    <w:rsid w:val="007B7D26"/>
    <w:rsid w:val="007F348F"/>
    <w:rsid w:val="0080159F"/>
    <w:rsid w:val="0082289F"/>
    <w:rsid w:val="00822DD6"/>
    <w:rsid w:val="00825D4A"/>
    <w:rsid w:val="008A0184"/>
    <w:rsid w:val="008D03D1"/>
    <w:rsid w:val="008E16BB"/>
    <w:rsid w:val="008F3EF5"/>
    <w:rsid w:val="00903204"/>
    <w:rsid w:val="0091258E"/>
    <w:rsid w:val="00932A10"/>
    <w:rsid w:val="0096782A"/>
    <w:rsid w:val="009705F3"/>
    <w:rsid w:val="009A6CED"/>
    <w:rsid w:val="009C5F93"/>
    <w:rsid w:val="009F6825"/>
    <w:rsid w:val="00A56560"/>
    <w:rsid w:val="00A60013"/>
    <w:rsid w:val="00A9115B"/>
    <w:rsid w:val="00A955F1"/>
    <w:rsid w:val="00AB0B9D"/>
    <w:rsid w:val="00AB5D3B"/>
    <w:rsid w:val="00AC20CD"/>
    <w:rsid w:val="00AC7669"/>
    <w:rsid w:val="00AF28FE"/>
    <w:rsid w:val="00AF737C"/>
    <w:rsid w:val="00B13B13"/>
    <w:rsid w:val="00B501B9"/>
    <w:rsid w:val="00B6233E"/>
    <w:rsid w:val="00B67473"/>
    <w:rsid w:val="00B806B1"/>
    <w:rsid w:val="00BA7E19"/>
    <w:rsid w:val="00BB3521"/>
    <w:rsid w:val="00BB4524"/>
    <w:rsid w:val="00BC6316"/>
    <w:rsid w:val="00BF64A9"/>
    <w:rsid w:val="00C81F9F"/>
    <w:rsid w:val="00CD0A5E"/>
    <w:rsid w:val="00D00198"/>
    <w:rsid w:val="00D12DE3"/>
    <w:rsid w:val="00D139A0"/>
    <w:rsid w:val="00D71674"/>
    <w:rsid w:val="00D7529C"/>
    <w:rsid w:val="00DB3F5F"/>
    <w:rsid w:val="00E22B41"/>
    <w:rsid w:val="00E71E33"/>
    <w:rsid w:val="00E90FD2"/>
    <w:rsid w:val="00EA3F17"/>
    <w:rsid w:val="00EB4E89"/>
    <w:rsid w:val="00EB7473"/>
    <w:rsid w:val="00F97390"/>
    <w:rsid w:val="00FB10DF"/>
    <w:rsid w:val="00FE7417"/>
    <w:rsid w:val="00FF02C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6C3"/>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3236C3"/>
    <w:pPr>
      <w:jc w:val="center"/>
    </w:pPr>
    <w:rPr>
      <w:b/>
      <w:bCs/>
      <w:lang w:val="uk-UA"/>
    </w:rPr>
  </w:style>
  <w:style w:type="character" w:customStyle="1" w:styleId="TitleChar">
    <w:name w:val="Title Char"/>
    <w:basedOn w:val="DefaultParagraphFont"/>
    <w:link w:val="Title"/>
    <w:uiPriority w:val="99"/>
    <w:locked/>
    <w:rsid w:val="001E041D"/>
    <w:rPr>
      <w:rFonts w:ascii="Cambria" w:hAnsi="Cambria" w:cs="Times New Roman"/>
      <w:b/>
      <w:bCs/>
      <w:kern w:val="28"/>
      <w:sz w:val="32"/>
      <w:szCs w:val="32"/>
    </w:rPr>
  </w:style>
  <w:style w:type="paragraph" w:styleId="BodyText">
    <w:name w:val="Body Text"/>
    <w:basedOn w:val="Normal"/>
    <w:link w:val="BodyTextChar"/>
    <w:uiPriority w:val="99"/>
    <w:rsid w:val="003236C3"/>
    <w:pPr>
      <w:jc w:val="center"/>
    </w:pPr>
    <w:rPr>
      <w:b/>
      <w:bCs/>
      <w:lang w:val="uk-UA"/>
    </w:rPr>
  </w:style>
  <w:style w:type="character" w:customStyle="1" w:styleId="BodyTextChar">
    <w:name w:val="Body Text Char"/>
    <w:basedOn w:val="DefaultParagraphFont"/>
    <w:link w:val="BodyText"/>
    <w:uiPriority w:val="99"/>
    <w:semiHidden/>
    <w:locked/>
    <w:rsid w:val="001E041D"/>
    <w:rPr>
      <w:rFonts w:cs="Times New Roman"/>
      <w:sz w:val="24"/>
      <w:szCs w:val="24"/>
    </w:rPr>
  </w:style>
  <w:style w:type="paragraph" w:styleId="BodyTextIndent">
    <w:name w:val="Body Text Indent"/>
    <w:basedOn w:val="Normal"/>
    <w:link w:val="BodyTextIndentChar"/>
    <w:uiPriority w:val="99"/>
    <w:rsid w:val="003236C3"/>
    <w:pPr>
      <w:ind w:firstLine="540"/>
      <w:jc w:val="both"/>
    </w:pPr>
    <w:rPr>
      <w:lang w:val="uk-UA"/>
    </w:rPr>
  </w:style>
  <w:style w:type="character" w:customStyle="1" w:styleId="BodyTextIndentChar">
    <w:name w:val="Body Text Indent Char"/>
    <w:basedOn w:val="DefaultParagraphFont"/>
    <w:link w:val="BodyTextIndent"/>
    <w:uiPriority w:val="99"/>
    <w:semiHidden/>
    <w:locked/>
    <w:rsid w:val="001E041D"/>
    <w:rPr>
      <w:rFonts w:cs="Times New Roman"/>
      <w:sz w:val="24"/>
      <w:szCs w:val="24"/>
    </w:rPr>
  </w:style>
  <w:style w:type="table" w:styleId="TableGrid">
    <w:name w:val="Table Grid"/>
    <w:basedOn w:val="TableNormal"/>
    <w:uiPriority w:val="99"/>
    <w:rsid w:val="001E32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3C64AA"/>
    <w:rPr>
      <w:rFonts w:cs="Times New Roman"/>
    </w:rPr>
  </w:style>
</w:styles>
</file>

<file path=word/webSettings.xml><?xml version="1.0" encoding="utf-8"?>
<w:webSettings xmlns:r="http://schemas.openxmlformats.org/officeDocument/2006/relationships" xmlns:w="http://schemas.openxmlformats.org/wordprocessingml/2006/main">
  <w:divs>
    <w:div w:id="14419970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2</Pages>
  <Words>3465</Words>
  <Characters>1976</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проекту рішення</dc:title>
  <dc:subject/>
  <dc:creator>User</dc:creator>
  <cp:keywords/>
  <dc:description/>
  <cp:lastModifiedBy>User</cp:lastModifiedBy>
  <cp:revision>6</cp:revision>
  <cp:lastPrinted>2017-06-15T12:05:00Z</cp:lastPrinted>
  <dcterms:created xsi:type="dcterms:W3CDTF">2017-06-15T07:31:00Z</dcterms:created>
  <dcterms:modified xsi:type="dcterms:W3CDTF">2017-06-15T12:05:00Z</dcterms:modified>
</cp:coreProperties>
</file>